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3CCB44E6" w:rsidR="000D2790" w:rsidRPr="0001642B" w:rsidRDefault="000D2790" w:rsidP="000D2790">
      <w:pPr>
        <w:pStyle w:val="paragraph"/>
        <w:spacing w:before="0" w:beforeAutospacing="0" w:after="0" w:afterAutospacing="0"/>
        <w:textAlignment w:val="baseline"/>
        <w:rPr>
          <w:rFonts w:ascii="Segoe UI" w:hAnsi="Segoe UI" w:cs="Segoe UI"/>
          <w:color w:val="EE0000"/>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Cost </w:t>
      </w:r>
      <w:r w:rsidR="00D76E10" w:rsidRPr="7EC7616E">
        <w:rPr>
          <w:rFonts w:asciiTheme="minorHAnsi" w:hAnsiTheme="minorHAnsi" w:cstheme="minorBidi"/>
          <w:color w:val="000000" w:themeColor="text1"/>
        </w:rPr>
        <w:t xml:space="preserve">Proposal </w:t>
      </w:r>
      <w:r w:rsidR="00D76E10" w:rsidRPr="0001642B">
        <w:rPr>
          <w:rFonts w:asciiTheme="minorHAnsi" w:hAnsiTheme="minorHAnsi" w:cstheme="minorBidi"/>
          <w:color w:val="EE0000"/>
        </w:rPr>
        <w:t xml:space="preserve">on </w:t>
      </w:r>
      <w:r w:rsidR="0001642B" w:rsidRPr="0001642B">
        <w:rPr>
          <w:rFonts w:asciiTheme="minorHAnsi" w:hAnsiTheme="minorHAnsi" w:cstheme="minorBidi"/>
          <w:color w:val="EE0000"/>
        </w:rPr>
        <w:t>…</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00381E99"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4CD1D" w14:textId="77777777" w:rsidR="000241C9" w:rsidRDefault="000241C9">
      <w:pPr>
        <w:spacing w:line="20" w:lineRule="exact"/>
      </w:pPr>
    </w:p>
  </w:endnote>
  <w:endnote w:type="continuationSeparator" w:id="0">
    <w:p w14:paraId="47B2156A" w14:textId="77777777" w:rsidR="000241C9" w:rsidRDefault="000241C9">
      <w:r>
        <w:t xml:space="preserve"> </w:t>
      </w:r>
    </w:p>
  </w:endnote>
  <w:endnote w:type="continuationNotice" w:id="1">
    <w:p w14:paraId="278C7398" w14:textId="77777777" w:rsidR="000241C9" w:rsidRDefault="000241C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97194" w14:textId="77777777" w:rsidR="000241C9" w:rsidRDefault="000241C9">
      <w:r>
        <w:separator/>
      </w:r>
    </w:p>
  </w:footnote>
  <w:footnote w:type="continuationSeparator" w:id="0">
    <w:p w14:paraId="424B0009" w14:textId="77777777" w:rsidR="000241C9" w:rsidRDefault="000241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642B"/>
    <w:rsid w:val="000241C9"/>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0D570B"/>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03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76E10"/>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WBE.dot</Template>
  <TotalTime>2</TotalTime>
  <Pages>3</Pages>
  <Words>868</Words>
  <Characters>4950</Characters>
  <Application>Microsoft Office Word</Application>
  <DocSecurity>0</DocSecurity>
  <Lines>41</Lines>
  <Paragraphs>11</Paragraphs>
  <ScaleCrop>false</ScaleCrop>
  <Company>State of Indiana</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March, Kevin</cp:lastModifiedBy>
  <cp:revision>18</cp:revision>
  <cp:lastPrinted>2014-07-02T17:29:00Z</cp:lastPrinted>
  <dcterms:created xsi:type="dcterms:W3CDTF">2022-04-05T11:05:00Z</dcterms:created>
  <dcterms:modified xsi:type="dcterms:W3CDTF">2026-01-08T12:36:00Z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